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19D" w:rsidRPr="00186527" w:rsidRDefault="0013119D" w:rsidP="00186527">
      <w:pPr>
        <w:spacing w:after="0" w:line="240" w:lineRule="auto"/>
        <w:ind w:right="-739"/>
        <w:jc w:val="center"/>
        <w:rPr>
          <w:rFonts w:ascii="Times New Roman" w:hAnsi="Times New Roman"/>
          <w:b/>
          <w:sz w:val="18"/>
          <w:szCs w:val="18"/>
        </w:rPr>
      </w:pPr>
      <w:r w:rsidRPr="00463FDC">
        <w:rPr>
          <w:rFonts w:ascii="Times New Roman" w:hAnsi="Times New Roman"/>
          <w:b/>
          <w:sz w:val="24"/>
          <w:szCs w:val="24"/>
        </w:rPr>
        <w:t>Информация о рассмотрении обращений граждан</w:t>
      </w:r>
    </w:p>
    <w:p w:rsidR="0013119D" w:rsidRPr="00463FDC" w:rsidRDefault="0013119D" w:rsidP="004121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3FDC">
        <w:rPr>
          <w:rFonts w:ascii="Times New Roman" w:hAnsi="Times New Roman"/>
          <w:b/>
          <w:sz w:val="24"/>
          <w:szCs w:val="24"/>
        </w:rPr>
        <w:t>(в сравнении с периодом прошлого года)</w:t>
      </w:r>
    </w:p>
    <w:p w:rsidR="0013119D" w:rsidRDefault="0013119D" w:rsidP="006A24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3FDC">
        <w:rPr>
          <w:rFonts w:ascii="Times New Roman" w:hAnsi="Times New Roman"/>
          <w:b/>
          <w:sz w:val="24"/>
          <w:szCs w:val="24"/>
        </w:rPr>
        <w:t xml:space="preserve">за </w:t>
      </w:r>
      <w:r>
        <w:rPr>
          <w:rFonts w:ascii="Times New Roman" w:hAnsi="Times New Roman"/>
          <w:b/>
          <w:sz w:val="24"/>
          <w:szCs w:val="24"/>
        </w:rPr>
        <w:t>первое полугодие 2014 года</w:t>
      </w:r>
    </w:p>
    <w:p w:rsidR="0013119D" w:rsidRDefault="0013119D" w:rsidP="006A247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13119D" w:rsidRDefault="0013119D" w:rsidP="006A247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13119D" w:rsidRPr="006A2471" w:rsidRDefault="0013119D" w:rsidP="006A247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4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90"/>
        <w:gridCol w:w="1684"/>
        <w:gridCol w:w="1220"/>
        <w:gridCol w:w="1228"/>
        <w:gridCol w:w="504"/>
        <w:gridCol w:w="504"/>
        <w:gridCol w:w="504"/>
        <w:gridCol w:w="504"/>
        <w:gridCol w:w="504"/>
        <w:gridCol w:w="504"/>
        <w:gridCol w:w="513"/>
        <w:gridCol w:w="503"/>
        <w:gridCol w:w="504"/>
        <w:gridCol w:w="507"/>
        <w:gridCol w:w="503"/>
        <w:gridCol w:w="504"/>
        <w:gridCol w:w="508"/>
        <w:gridCol w:w="506"/>
        <w:gridCol w:w="506"/>
        <w:gridCol w:w="508"/>
        <w:gridCol w:w="396"/>
        <w:gridCol w:w="509"/>
      </w:tblGrid>
      <w:tr w:rsidR="0013119D" w:rsidRPr="008C104E" w:rsidTr="00AC1444">
        <w:trPr>
          <w:gridAfter w:val="18"/>
          <w:wAfter w:w="8991" w:type="dxa"/>
          <w:trHeight w:val="207"/>
        </w:trPr>
        <w:tc>
          <w:tcPr>
            <w:tcW w:w="3474" w:type="dxa"/>
            <w:gridSpan w:val="2"/>
            <w:vMerge w:val="restart"/>
          </w:tcPr>
          <w:p w:rsidR="0013119D" w:rsidRPr="008C104E" w:rsidRDefault="0013119D" w:rsidP="008C104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0" w:type="dxa"/>
            <w:vMerge w:val="restart"/>
          </w:tcPr>
          <w:p w:rsidR="0013119D" w:rsidRPr="008C104E" w:rsidRDefault="0013119D" w:rsidP="008C104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 xml:space="preserve">Количество обращений </w:t>
            </w:r>
          </w:p>
          <w:p w:rsidR="0013119D" w:rsidRPr="008C104E" w:rsidRDefault="0013119D" w:rsidP="008C104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за отчетный период</w:t>
            </w:r>
          </w:p>
        </w:tc>
        <w:tc>
          <w:tcPr>
            <w:tcW w:w="1228" w:type="dxa"/>
            <w:vMerge w:val="restart"/>
          </w:tcPr>
          <w:p w:rsidR="0013119D" w:rsidRPr="008C104E" w:rsidRDefault="0013119D" w:rsidP="008C104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Количество обращений за соответствующий период прошлого года</w:t>
            </w:r>
          </w:p>
          <w:p w:rsidR="0013119D" w:rsidRPr="008C104E" w:rsidRDefault="0013119D" w:rsidP="008C104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119D" w:rsidRPr="008C104E" w:rsidTr="0059015A">
        <w:trPr>
          <w:cantSplit/>
          <w:trHeight w:val="4939"/>
        </w:trPr>
        <w:tc>
          <w:tcPr>
            <w:tcW w:w="3474" w:type="dxa"/>
            <w:gridSpan w:val="2"/>
            <w:vMerge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0" w:type="dxa"/>
            <w:vMerge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8" w:type="dxa"/>
            <w:vMerge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textDirection w:val="btLr"/>
          </w:tcPr>
          <w:p w:rsidR="0013119D" w:rsidRPr="008C104E" w:rsidRDefault="0013119D" w:rsidP="008C104E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Социальная политика – улучшение жилищных условий</w:t>
            </w:r>
          </w:p>
        </w:tc>
        <w:tc>
          <w:tcPr>
            <w:tcW w:w="504" w:type="dxa"/>
            <w:textDirection w:val="btLr"/>
          </w:tcPr>
          <w:p w:rsidR="0013119D" w:rsidRPr="008C104E" w:rsidRDefault="0013119D" w:rsidP="008C104E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Социальная политика – материальная помощь</w:t>
            </w:r>
          </w:p>
        </w:tc>
        <w:tc>
          <w:tcPr>
            <w:tcW w:w="504" w:type="dxa"/>
            <w:textDirection w:val="btLr"/>
          </w:tcPr>
          <w:p w:rsidR="0013119D" w:rsidRPr="008C104E" w:rsidRDefault="0013119D" w:rsidP="008C104E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Образование. Наука. Культура</w:t>
            </w:r>
          </w:p>
        </w:tc>
        <w:tc>
          <w:tcPr>
            <w:tcW w:w="504" w:type="dxa"/>
            <w:textDirection w:val="btLr"/>
          </w:tcPr>
          <w:p w:rsidR="0013119D" w:rsidRPr="008C104E" w:rsidRDefault="0013119D" w:rsidP="008C104E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Здравоохранение</w:t>
            </w:r>
          </w:p>
        </w:tc>
        <w:tc>
          <w:tcPr>
            <w:tcW w:w="504" w:type="dxa"/>
            <w:textDirection w:val="btLr"/>
          </w:tcPr>
          <w:p w:rsidR="0013119D" w:rsidRPr="008C104E" w:rsidRDefault="0013119D" w:rsidP="008C104E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Спорт и туризм</w:t>
            </w:r>
          </w:p>
        </w:tc>
        <w:tc>
          <w:tcPr>
            <w:tcW w:w="504" w:type="dxa"/>
            <w:textDirection w:val="btLr"/>
          </w:tcPr>
          <w:p w:rsidR="0013119D" w:rsidRPr="008C104E" w:rsidRDefault="0013119D" w:rsidP="008C104E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 и ремонт дорог</w:t>
            </w:r>
          </w:p>
        </w:tc>
        <w:tc>
          <w:tcPr>
            <w:tcW w:w="513" w:type="dxa"/>
            <w:textDirection w:val="btLr"/>
          </w:tcPr>
          <w:p w:rsidR="0013119D" w:rsidRPr="008C104E" w:rsidRDefault="0013119D" w:rsidP="008C104E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Транспорт и связь</w:t>
            </w:r>
          </w:p>
        </w:tc>
        <w:tc>
          <w:tcPr>
            <w:tcW w:w="503" w:type="dxa"/>
            <w:textDirection w:val="btLr"/>
          </w:tcPr>
          <w:p w:rsidR="0013119D" w:rsidRPr="008C104E" w:rsidRDefault="0013119D" w:rsidP="008C104E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ЖКХ – тарифы, услуг </w:t>
            </w:r>
          </w:p>
        </w:tc>
        <w:tc>
          <w:tcPr>
            <w:tcW w:w="504" w:type="dxa"/>
            <w:textDirection w:val="btLr"/>
          </w:tcPr>
          <w:p w:rsidR="0013119D" w:rsidRPr="008C104E" w:rsidRDefault="0013119D" w:rsidP="008C104E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ЖКХ - газификация</w:t>
            </w:r>
          </w:p>
        </w:tc>
        <w:tc>
          <w:tcPr>
            <w:tcW w:w="507" w:type="dxa"/>
            <w:textDirection w:val="btLr"/>
          </w:tcPr>
          <w:p w:rsidR="0013119D" w:rsidRPr="008C104E" w:rsidRDefault="0013119D" w:rsidP="008C104E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ЖКХ – ремонт, содержание объектов</w:t>
            </w:r>
          </w:p>
        </w:tc>
        <w:tc>
          <w:tcPr>
            <w:tcW w:w="503" w:type="dxa"/>
            <w:textDirection w:val="btLr"/>
          </w:tcPr>
          <w:p w:rsidR="0013119D" w:rsidRPr="008C104E" w:rsidRDefault="0013119D" w:rsidP="008C104E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ЖКХ – водоснабжение, канализация, отопление</w:t>
            </w:r>
          </w:p>
        </w:tc>
        <w:tc>
          <w:tcPr>
            <w:tcW w:w="504" w:type="dxa"/>
            <w:textDirection w:val="btLr"/>
          </w:tcPr>
          <w:p w:rsidR="0013119D" w:rsidRPr="008C104E" w:rsidRDefault="0013119D" w:rsidP="008C104E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ЖКХ - электричество</w:t>
            </w:r>
          </w:p>
        </w:tc>
        <w:tc>
          <w:tcPr>
            <w:tcW w:w="508" w:type="dxa"/>
            <w:textDirection w:val="btLr"/>
          </w:tcPr>
          <w:p w:rsidR="0013119D" w:rsidRPr="008C104E" w:rsidRDefault="0013119D" w:rsidP="008C104E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</w:t>
            </w:r>
          </w:p>
        </w:tc>
        <w:tc>
          <w:tcPr>
            <w:tcW w:w="506" w:type="dxa"/>
            <w:textDirection w:val="btLr"/>
          </w:tcPr>
          <w:p w:rsidR="0013119D" w:rsidRPr="008C104E" w:rsidRDefault="0013119D" w:rsidP="008C104E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06" w:type="dxa"/>
            <w:textDirection w:val="btLr"/>
          </w:tcPr>
          <w:p w:rsidR="0013119D" w:rsidRPr="008C104E" w:rsidRDefault="0013119D" w:rsidP="008C104E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Земельно-имущественные отношения</w:t>
            </w:r>
          </w:p>
        </w:tc>
        <w:tc>
          <w:tcPr>
            <w:tcW w:w="508" w:type="dxa"/>
            <w:textDirection w:val="btLr"/>
          </w:tcPr>
          <w:p w:rsidR="0013119D" w:rsidRPr="008C104E" w:rsidRDefault="0013119D" w:rsidP="008C104E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Безопасность и охрана правопорядок </w:t>
            </w:r>
          </w:p>
        </w:tc>
        <w:tc>
          <w:tcPr>
            <w:tcW w:w="396" w:type="dxa"/>
            <w:textDirection w:val="btLr"/>
          </w:tcPr>
          <w:p w:rsidR="0013119D" w:rsidRPr="008C104E" w:rsidRDefault="0013119D" w:rsidP="008C104E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Предпринимательство, торговляа</w:t>
            </w:r>
          </w:p>
        </w:tc>
        <w:tc>
          <w:tcPr>
            <w:tcW w:w="509" w:type="dxa"/>
            <w:textDirection w:val="btLr"/>
          </w:tcPr>
          <w:p w:rsidR="0013119D" w:rsidRPr="008C104E" w:rsidRDefault="0013119D" w:rsidP="008C104E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Другие вопросы</w:t>
            </w:r>
          </w:p>
        </w:tc>
      </w:tr>
      <w:tr w:rsidR="0013119D" w:rsidRPr="008C104E" w:rsidTr="008A3310">
        <w:trPr>
          <w:trHeight w:val="135"/>
        </w:trPr>
        <w:tc>
          <w:tcPr>
            <w:tcW w:w="3474" w:type="dxa"/>
            <w:gridSpan w:val="2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220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228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504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504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504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504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504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504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513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503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504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507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503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504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508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506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  <w:tc>
          <w:tcPr>
            <w:tcW w:w="508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19</w:t>
            </w:r>
          </w:p>
        </w:tc>
        <w:tc>
          <w:tcPr>
            <w:tcW w:w="396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509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015A">
              <w:rPr>
                <w:rFonts w:ascii="Times New Roman" w:hAnsi="Times New Roman"/>
                <w:b/>
                <w:sz w:val="18"/>
                <w:szCs w:val="18"/>
              </w:rPr>
              <w:t>21</w:t>
            </w:r>
          </w:p>
        </w:tc>
      </w:tr>
      <w:tr w:rsidR="0013119D" w:rsidRPr="008C104E" w:rsidTr="008A3310">
        <w:trPr>
          <w:trHeight w:val="135"/>
        </w:trPr>
        <w:tc>
          <w:tcPr>
            <w:tcW w:w="3474" w:type="dxa"/>
            <w:gridSpan w:val="2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Всего поступило обращений</w:t>
            </w:r>
          </w:p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0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1256</w:t>
            </w:r>
          </w:p>
        </w:tc>
        <w:tc>
          <w:tcPr>
            <w:tcW w:w="122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1515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51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07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616</w:t>
            </w: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9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9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</w:tr>
      <w:tr w:rsidR="0013119D" w:rsidRPr="008C104E" w:rsidTr="008A3310">
        <w:trPr>
          <w:trHeight w:val="172"/>
        </w:trPr>
        <w:tc>
          <w:tcPr>
            <w:tcW w:w="3474" w:type="dxa"/>
            <w:gridSpan w:val="2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В том числе жалоб</w:t>
            </w:r>
          </w:p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0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22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7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119D" w:rsidRPr="008C104E" w:rsidTr="008A3310">
        <w:trPr>
          <w:trHeight w:val="172"/>
        </w:trPr>
        <w:tc>
          <w:tcPr>
            <w:tcW w:w="3474" w:type="dxa"/>
            <w:gridSpan w:val="2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В том числе предложений</w:t>
            </w:r>
          </w:p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0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119D" w:rsidRPr="008C104E" w:rsidTr="008A3310">
        <w:trPr>
          <w:trHeight w:val="172"/>
        </w:trPr>
        <w:tc>
          <w:tcPr>
            <w:tcW w:w="3474" w:type="dxa"/>
            <w:gridSpan w:val="2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Поступило коллективных обращений</w:t>
            </w:r>
          </w:p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0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22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1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13119D" w:rsidRPr="008C104E" w:rsidTr="008A3310">
        <w:trPr>
          <w:trHeight w:val="172"/>
        </w:trPr>
        <w:tc>
          <w:tcPr>
            <w:tcW w:w="3474" w:type="dxa"/>
            <w:gridSpan w:val="2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Поступило повторных обращений</w:t>
            </w:r>
          </w:p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0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22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1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13119D" w:rsidRPr="008C104E" w:rsidTr="008A3310">
        <w:trPr>
          <w:trHeight w:val="172"/>
        </w:trPr>
        <w:tc>
          <w:tcPr>
            <w:tcW w:w="3474" w:type="dxa"/>
            <w:gridSpan w:val="2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Поступило обращений из Администрации Губернатора Калужской области</w:t>
            </w:r>
          </w:p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0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</w:t>
            </w:r>
          </w:p>
        </w:tc>
        <w:tc>
          <w:tcPr>
            <w:tcW w:w="122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198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51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07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13119D" w:rsidRPr="008C104E" w:rsidTr="008A3310">
        <w:trPr>
          <w:trHeight w:val="172"/>
        </w:trPr>
        <w:tc>
          <w:tcPr>
            <w:tcW w:w="3474" w:type="dxa"/>
            <w:gridSpan w:val="2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Поступило обращений в электронной форме</w:t>
            </w:r>
          </w:p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0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22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1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13119D" w:rsidRPr="008C104E" w:rsidTr="008A3310">
        <w:trPr>
          <w:trHeight w:val="172"/>
        </w:trPr>
        <w:tc>
          <w:tcPr>
            <w:tcW w:w="3474" w:type="dxa"/>
            <w:gridSpan w:val="2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Взято на контроль</w:t>
            </w:r>
          </w:p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0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2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119D" w:rsidRPr="008C104E" w:rsidTr="008A3310">
        <w:trPr>
          <w:trHeight w:val="172"/>
        </w:trPr>
        <w:tc>
          <w:tcPr>
            <w:tcW w:w="3474" w:type="dxa"/>
            <w:gridSpan w:val="2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Рассмотрено с выездом на место</w:t>
            </w:r>
          </w:p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0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22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1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9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119D" w:rsidRPr="008C104E" w:rsidTr="008A3310">
        <w:trPr>
          <w:trHeight w:val="172"/>
        </w:trPr>
        <w:tc>
          <w:tcPr>
            <w:tcW w:w="3474" w:type="dxa"/>
            <w:gridSpan w:val="2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220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228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504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504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504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504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504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504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513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503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504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507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503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504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508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506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  <w:tc>
          <w:tcPr>
            <w:tcW w:w="508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</w:t>
            </w:r>
          </w:p>
        </w:tc>
        <w:tc>
          <w:tcPr>
            <w:tcW w:w="396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509" w:type="dxa"/>
          </w:tcPr>
          <w:p w:rsidR="0013119D" w:rsidRPr="0059015A" w:rsidRDefault="0013119D" w:rsidP="00590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21</w:t>
            </w:r>
          </w:p>
        </w:tc>
      </w:tr>
      <w:tr w:rsidR="0013119D" w:rsidRPr="008C104E" w:rsidTr="008A3310">
        <w:trPr>
          <w:trHeight w:val="172"/>
        </w:trPr>
        <w:tc>
          <w:tcPr>
            <w:tcW w:w="1790" w:type="dxa"/>
            <w:vMerge w:val="restart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обращениям</w:t>
            </w:r>
          </w:p>
        </w:tc>
        <w:tc>
          <w:tcPr>
            <w:tcW w:w="168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Поддержано</w:t>
            </w:r>
            <w:r w:rsidRPr="008C104E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220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119D" w:rsidRPr="008C104E" w:rsidTr="008A3310">
        <w:trPr>
          <w:trHeight w:val="172"/>
        </w:trPr>
        <w:tc>
          <w:tcPr>
            <w:tcW w:w="1790" w:type="dxa"/>
            <w:vMerge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8C104E">
              <w:rPr>
                <w:rFonts w:ascii="Times New Roman" w:hAnsi="Times New Roman"/>
                <w:b/>
                <w:sz w:val="18"/>
                <w:szCs w:val="18"/>
              </w:rPr>
              <w:t>В том числе меры приняты</w:t>
            </w:r>
            <w:r w:rsidRPr="008C104E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20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486</w:t>
            </w:r>
          </w:p>
        </w:tc>
        <w:tc>
          <w:tcPr>
            <w:tcW w:w="122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505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192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51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03" w:type="dxa"/>
          </w:tcPr>
          <w:p w:rsidR="0013119D" w:rsidRPr="00C566AF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6A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4" w:type="dxa"/>
          </w:tcPr>
          <w:p w:rsidR="0013119D" w:rsidRPr="00C566AF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6AF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177</w:t>
            </w: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9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13119D" w:rsidRPr="008C104E" w:rsidTr="008A3310">
        <w:trPr>
          <w:trHeight w:val="172"/>
        </w:trPr>
        <w:tc>
          <w:tcPr>
            <w:tcW w:w="1790" w:type="dxa"/>
            <w:vMerge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Разъяснено</w:t>
            </w:r>
            <w:r w:rsidRPr="008C104E"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20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765</w:t>
            </w:r>
          </w:p>
        </w:tc>
        <w:tc>
          <w:tcPr>
            <w:tcW w:w="122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737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51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07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03" w:type="dxa"/>
          </w:tcPr>
          <w:p w:rsidR="0013119D" w:rsidRPr="00C566AF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6AF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04" w:type="dxa"/>
          </w:tcPr>
          <w:p w:rsidR="0013119D" w:rsidRPr="00C566AF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6A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439</w:t>
            </w: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9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9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</w:tr>
      <w:tr w:rsidR="0013119D" w:rsidRPr="008C104E" w:rsidTr="008A3310">
        <w:trPr>
          <w:trHeight w:val="172"/>
        </w:trPr>
        <w:tc>
          <w:tcPr>
            <w:tcW w:w="1790" w:type="dxa"/>
            <w:vMerge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Не поддержано</w:t>
            </w:r>
            <w:r w:rsidRPr="008C104E">
              <w:rPr>
                <w:rFonts w:ascii="Times New Roman" w:hAnsi="Times New Roman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220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2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119D" w:rsidRPr="008C104E" w:rsidTr="008A3310">
        <w:trPr>
          <w:trHeight w:val="172"/>
        </w:trPr>
        <w:tc>
          <w:tcPr>
            <w:tcW w:w="3474" w:type="dxa"/>
            <w:gridSpan w:val="2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Принято граждан на личном приеме</w:t>
            </w:r>
          </w:p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0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22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1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07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566A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13119D" w:rsidRPr="008C104E" w:rsidTr="008A3310">
        <w:trPr>
          <w:trHeight w:val="172"/>
        </w:trPr>
        <w:tc>
          <w:tcPr>
            <w:tcW w:w="1790" w:type="dxa"/>
            <w:vMerge w:val="restart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обращениям входе личного приема (включая выездные приемы)</w:t>
            </w:r>
          </w:p>
        </w:tc>
        <w:tc>
          <w:tcPr>
            <w:tcW w:w="168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Поддержано</w:t>
            </w:r>
            <w:r w:rsidRPr="008C104E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220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119D" w:rsidRPr="008C104E" w:rsidTr="008A3310">
        <w:trPr>
          <w:trHeight w:val="172"/>
        </w:trPr>
        <w:tc>
          <w:tcPr>
            <w:tcW w:w="1790" w:type="dxa"/>
            <w:vMerge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8C104E">
              <w:rPr>
                <w:rFonts w:ascii="Times New Roman" w:hAnsi="Times New Roman"/>
                <w:b/>
                <w:sz w:val="18"/>
                <w:szCs w:val="18"/>
              </w:rPr>
              <w:t>В том числе меры приняты</w:t>
            </w:r>
            <w:r w:rsidRPr="008C104E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20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2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7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C566AF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6A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119D" w:rsidRPr="008C104E" w:rsidTr="008A3310">
        <w:trPr>
          <w:trHeight w:val="172"/>
        </w:trPr>
        <w:tc>
          <w:tcPr>
            <w:tcW w:w="1790" w:type="dxa"/>
            <w:vMerge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Разъяснено</w:t>
            </w:r>
            <w:r w:rsidRPr="008C104E"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20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22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1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07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566A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13119D" w:rsidRPr="008C104E" w:rsidTr="008A3310">
        <w:trPr>
          <w:trHeight w:val="172"/>
        </w:trPr>
        <w:tc>
          <w:tcPr>
            <w:tcW w:w="1790" w:type="dxa"/>
            <w:vMerge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Не поддержано</w:t>
            </w:r>
            <w:r w:rsidRPr="008C104E">
              <w:rPr>
                <w:rFonts w:ascii="Times New Roman" w:hAnsi="Times New Roman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220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2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119D" w:rsidRPr="008C104E" w:rsidTr="008A3310">
        <w:trPr>
          <w:trHeight w:val="172"/>
        </w:trPr>
        <w:tc>
          <w:tcPr>
            <w:tcW w:w="3474" w:type="dxa"/>
            <w:gridSpan w:val="2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104E">
              <w:rPr>
                <w:rFonts w:ascii="Times New Roman" w:hAnsi="Times New Roman"/>
                <w:sz w:val="18"/>
                <w:szCs w:val="18"/>
              </w:rPr>
              <w:t>Обращения, повлекшие за собой принятие (изменение) муниципальных нормативных правовых актов</w:t>
            </w:r>
          </w:p>
        </w:tc>
        <w:tc>
          <w:tcPr>
            <w:tcW w:w="1220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428</w:t>
            </w:r>
          </w:p>
        </w:tc>
        <w:tc>
          <w:tcPr>
            <w:tcW w:w="122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192</w:t>
            </w: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04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177</w:t>
            </w:r>
          </w:p>
        </w:tc>
        <w:tc>
          <w:tcPr>
            <w:tcW w:w="508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</w:tcPr>
          <w:p w:rsidR="0013119D" w:rsidRPr="008C104E" w:rsidRDefault="0013119D" w:rsidP="008C10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3119D" w:rsidRDefault="0013119D" w:rsidP="00AC1444">
      <w:pPr>
        <w:rPr>
          <w:rFonts w:ascii="Times New Roman" w:hAnsi="Times New Roman"/>
          <w:sz w:val="18"/>
          <w:szCs w:val="18"/>
          <w:u w:val="single"/>
        </w:rPr>
      </w:pPr>
    </w:p>
    <w:p w:rsidR="0013119D" w:rsidRDefault="0013119D" w:rsidP="00AC1444">
      <w:pPr>
        <w:rPr>
          <w:rFonts w:ascii="Times New Roman" w:hAnsi="Times New Roman"/>
          <w:sz w:val="20"/>
          <w:szCs w:val="20"/>
          <w:vertAlign w:val="superscript"/>
        </w:rPr>
      </w:pPr>
      <w:r w:rsidRPr="006A2471">
        <w:rPr>
          <w:rFonts w:ascii="Times New Roman" w:hAnsi="Times New Roman"/>
          <w:sz w:val="18"/>
          <w:szCs w:val="18"/>
          <w:u w:val="single"/>
        </w:rPr>
        <w:t>ПРИМЕЧАНИЕ</w:t>
      </w:r>
      <w:r w:rsidRPr="006A2471">
        <w:rPr>
          <w:rFonts w:ascii="Times New Roman" w:hAnsi="Times New Roman"/>
          <w:sz w:val="18"/>
          <w:szCs w:val="18"/>
        </w:rPr>
        <w:t xml:space="preserve">: </w:t>
      </w:r>
      <w:r w:rsidRPr="006A2471">
        <w:rPr>
          <w:rFonts w:ascii="Times New Roman" w:hAnsi="Times New Roman"/>
          <w:sz w:val="20"/>
          <w:szCs w:val="20"/>
          <w:vertAlign w:val="superscript"/>
        </w:rPr>
        <w:t>1</w:t>
      </w:r>
    </w:p>
    <w:p w:rsidR="0013119D" w:rsidRDefault="0013119D" w:rsidP="00AC1444">
      <w:pPr>
        <w:rPr>
          <w:rFonts w:ascii="Times New Roman" w:hAnsi="Times New Roman"/>
          <w:sz w:val="20"/>
          <w:szCs w:val="20"/>
        </w:rPr>
      </w:pPr>
      <w:r w:rsidRPr="006A2471">
        <w:rPr>
          <w:rFonts w:ascii="Times New Roman" w:hAnsi="Times New Roman"/>
          <w:sz w:val="20"/>
          <w:szCs w:val="20"/>
          <w:u w:val="single"/>
        </w:rPr>
        <w:t>«Поддержано»</w:t>
      </w:r>
      <w:r w:rsidRPr="006A2471">
        <w:rPr>
          <w:rFonts w:ascii="Times New Roman" w:hAnsi="Times New Roman"/>
          <w:sz w:val="20"/>
          <w:szCs w:val="20"/>
        </w:rPr>
        <w:t xml:space="preserve"> - означает, что по результатам рассмотрения предложение признано целесообразным, жалоба и заявление обоснованными и подлежащими удовлетворению.</w:t>
      </w:r>
    </w:p>
    <w:p w:rsidR="0013119D" w:rsidRPr="006A2471" w:rsidRDefault="0013119D" w:rsidP="00AC1444">
      <w:pPr>
        <w:rPr>
          <w:rFonts w:ascii="Times New Roman" w:hAnsi="Times New Roman"/>
          <w:sz w:val="20"/>
          <w:szCs w:val="20"/>
        </w:rPr>
      </w:pPr>
      <w:r w:rsidRPr="006A2471">
        <w:rPr>
          <w:rFonts w:ascii="Times New Roman" w:hAnsi="Times New Roman"/>
          <w:sz w:val="20"/>
          <w:szCs w:val="20"/>
        </w:rPr>
        <w:t xml:space="preserve">Строка поддержано включает в себя строку </w:t>
      </w:r>
      <w:r w:rsidRPr="006A2471">
        <w:rPr>
          <w:rFonts w:ascii="Times New Roman" w:hAnsi="Times New Roman"/>
          <w:sz w:val="20"/>
          <w:szCs w:val="20"/>
          <w:u w:val="single"/>
        </w:rPr>
        <w:t xml:space="preserve">«в том числе меры приняты» </w:t>
      </w:r>
      <w:r w:rsidRPr="006A2471">
        <w:rPr>
          <w:rFonts w:ascii="Times New Roman" w:hAnsi="Times New Roman"/>
          <w:sz w:val="20"/>
          <w:szCs w:val="20"/>
          <w:vertAlign w:val="superscript"/>
        </w:rPr>
        <w:t>2</w:t>
      </w:r>
      <w:r w:rsidRPr="006A2471">
        <w:rPr>
          <w:rFonts w:ascii="Times New Roman" w:hAnsi="Times New Roman"/>
          <w:sz w:val="20"/>
          <w:szCs w:val="20"/>
        </w:rPr>
        <w:t>. Иначе говоря, из всех содержащихся в обращениях заявителей вопросов, по которым приняты решения «поддержано», только та часть вопросов, которая решена фактически и в полном объеме, может быть отражена в строке «в том числе меры приняты». Следовательно, цифровое выражение значения «поддержано» не может быть меньше значения «в том числе меры приняты».</w:t>
      </w:r>
    </w:p>
    <w:p w:rsidR="0013119D" w:rsidRDefault="0013119D" w:rsidP="009C1656">
      <w:pPr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</w:p>
    <w:p w:rsidR="0013119D" w:rsidRPr="006A2471" w:rsidRDefault="0013119D" w:rsidP="009C165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A2471">
        <w:rPr>
          <w:rFonts w:ascii="Times New Roman" w:hAnsi="Times New Roman"/>
          <w:sz w:val="20"/>
          <w:szCs w:val="20"/>
          <w:vertAlign w:val="superscript"/>
        </w:rPr>
        <w:t>4</w:t>
      </w:r>
      <w:r w:rsidRPr="006A2471">
        <w:rPr>
          <w:rFonts w:ascii="Times New Roman" w:hAnsi="Times New Roman"/>
          <w:sz w:val="20"/>
          <w:szCs w:val="20"/>
          <w:u w:val="single"/>
        </w:rPr>
        <w:t>«Не поддержано»</w:t>
      </w:r>
      <w:r w:rsidRPr="006A2471">
        <w:rPr>
          <w:rFonts w:ascii="Times New Roman" w:hAnsi="Times New Roman"/>
          <w:sz w:val="20"/>
          <w:szCs w:val="20"/>
        </w:rPr>
        <w:t xml:space="preserve"> - означает, что по результатам рассмотрения предложение признано нецелесообразным, заявление или жалоба необоснованными и не подлежащими удовлетворению.</w:t>
      </w:r>
    </w:p>
    <w:p w:rsidR="0013119D" w:rsidRPr="006A2471" w:rsidRDefault="0013119D" w:rsidP="009C165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3119D" w:rsidRPr="006A2471" w:rsidRDefault="0013119D">
      <w:pPr>
        <w:rPr>
          <w:rFonts w:ascii="Times New Roman" w:hAnsi="Times New Roman"/>
          <w:sz w:val="20"/>
          <w:szCs w:val="20"/>
        </w:rPr>
      </w:pPr>
      <w:r w:rsidRPr="006A2471">
        <w:rPr>
          <w:rFonts w:ascii="Times New Roman" w:hAnsi="Times New Roman"/>
          <w:sz w:val="20"/>
          <w:szCs w:val="20"/>
          <w:vertAlign w:val="superscript"/>
        </w:rPr>
        <w:t>3</w:t>
      </w:r>
      <w:r w:rsidRPr="006A2471">
        <w:rPr>
          <w:rFonts w:ascii="Times New Roman" w:hAnsi="Times New Roman"/>
          <w:sz w:val="20"/>
          <w:szCs w:val="20"/>
          <w:u w:val="single"/>
        </w:rPr>
        <w:t>«Разъяснено»</w:t>
      </w:r>
      <w:r w:rsidRPr="006A2471">
        <w:rPr>
          <w:rFonts w:ascii="Times New Roman" w:hAnsi="Times New Roman"/>
          <w:sz w:val="20"/>
          <w:szCs w:val="20"/>
        </w:rPr>
        <w:t xml:space="preserve"> - означает, что по результатам рассмотрения предложения, заявления или жалобы заявитель проинформирован о порядке их реализации или удовлетворения.  </w:t>
      </w:r>
    </w:p>
    <w:sectPr w:rsidR="0013119D" w:rsidRPr="006A2471" w:rsidSect="004F29A1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4B7A"/>
    <w:rsid w:val="00057C27"/>
    <w:rsid w:val="00071980"/>
    <w:rsid w:val="0008575A"/>
    <w:rsid w:val="000A156E"/>
    <w:rsid w:val="0013119D"/>
    <w:rsid w:val="00186527"/>
    <w:rsid w:val="00187D01"/>
    <w:rsid w:val="001B5A04"/>
    <w:rsid w:val="002363E8"/>
    <w:rsid w:val="002D777A"/>
    <w:rsid w:val="003128E9"/>
    <w:rsid w:val="0034790C"/>
    <w:rsid w:val="00407B4D"/>
    <w:rsid w:val="00412109"/>
    <w:rsid w:val="00444D3E"/>
    <w:rsid w:val="00463FDC"/>
    <w:rsid w:val="004E7140"/>
    <w:rsid w:val="004F29A1"/>
    <w:rsid w:val="0052540A"/>
    <w:rsid w:val="0059015A"/>
    <w:rsid w:val="005D5627"/>
    <w:rsid w:val="005E3D8E"/>
    <w:rsid w:val="006266BF"/>
    <w:rsid w:val="00665BAF"/>
    <w:rsid w:val="006A2471"/>
    <w:rsid w:val="006E14FC"/>
    <w:rsid w:val="006F63BA"/>
    <w:rsid w:val="0077079A"/>
    <w:rsid w:val="0078704E"/>
    <w:rsid w:val="007D39E4"/>
    <w:rsid w:val="0082685E"/>
    <w:rsid w:val="008334A2"/>
    <w:rsid w:val="008A3310"/>
    <w:rsid w:val="008B2EEE"/>
    <w:rsid w:val="008C104E"/>
    <w:rsid w:val="00911504"/>
    <w:rsid w:val="00991998"/>
    <w:rsid w:val="009949C1"/>
    <w:rsid w:val="009C1656"/>
    <w:rsid w:val="00A0661B"/>
    <w:rsid w:val="00A408E7"/>
    <w:rsid w:val="00A54041"/>
    <w:rsid w:val="00A60423"/>
    <w:rsid w:val="00A874C2"/>
    <w:rsid w:val="00AA6FC4"/>
    <w:rsid w:val="00AC1444"/>
    <w:rsid w:val="00B851ED"/>
    <w:rsid w:val="00C16A35"/>
    <w:rsid w:val="00C553DA"/>
    <w:rsid w:val="00C566AF"/>
    <w:rsid w:val="00CA293E"/>
    <w:rsid w:val="00DF4B7A"/>
    <w:rsid w:val="00EA27E3"/>
    <w:rsid w:val="00EC64A3"/>
    <w:rsid w:val="00F523A0"/>
    <w:rsid w:val="00F65CC4"/>
    <w:rsid w:val="00FC3AFA"/>
    <w:rsid w:val="00FD2FDB"/>
    <w:rsid w:val="00FE7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90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87D0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E71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611</TotalTime>
  <Pages>2</Pages>
  <Words>462</Words>
  <Characters>2639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Дымникова</dc:creator>
  <cp:keywords/>
  <dc:description/>
  <cp:lastModifiedBy>1</cp:lastModifiedBy>
  <cp:revision>18</cp:revision>
  <cp:lastPrinted>2014-08-06T13:07:00Z</cp:lastPrinted>
  <dcterms:created xsi:type="dcterms:W3CDTF">2013-03-12T08:27:00Z</dcterms:created>
  <dcterms:modified xsi:type="dcterms:W3CDTF">2014-08-07T06:09:00Z</dcterms:modified>
</cp:coreProperties>
</file>